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5B2" w:rsidRDefault="00E145B2" w:rsidP="00E145B2">
      <w:pPr>
        <w:jc w:val="center"/>
        <w:rPr>
          <w:rFonts w:ascii="黑体" w:eastAsia="黑体" w:hint="eastAsia"/>
          <w:b/>
          <w:sz w:val="36"/>
          <w:szCs w:val="36"/>
        </w:rPr>
      </w:pPr>
      <w:r w:rsidRPr="00F028D1">
        <w:rPr>
          <w:rFonts w:ascii="黑体" w:eastAsia="黑体" w:hint="eastAsia"/>
          <w:b/>
          <w:sz w:val="36"/>
          <w:szCs w:val="36"/>
        </w:rPr>
        <w:t>意见反馈表</w:t>
      </w:r>
    </w:p>
    <w:tbl>
      <w:tblPr>
        <w:tblW w:w="8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980"/>
        <w:gridCol w:w="2340"/>
        <w:gridCol w:w="2022"/>
      </w:tblGrid>
      <w:tr w:rsidR="00E145B2" w:rsidTr="00C40C1D">
        <w:tc>
          <w:tcPr>
            <w:tcW w:w="1980" w:type="dxa"/>
            <w:tcBorders>
              <w:bottom w:val="single" w:sz="4" w:space="0" w:color="auto"/>
              <w:right w:val="nil"/>
            </w:tcBorders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标准名称</w:t>
            </w:r>
          </w:p>
        </w:tc>
        <w:tc>
          <w:tcPr>
            <w:tcW w:w="634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145B2" w:rsidTr="00C40C1D">
        <w:tc>
          <w:tcPr>
            <w:tcW w:w="1980" w:type="dxa"/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反馈人姓名</w:t>
            </w:r>
          </w:p>
        </w:tc>
        <w:tc>
          <w:tcPr>
            <w:tcW w:w="1980" w:type="dxa"/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职务/职称</w:t>
            </w:r>
          </w:p>
        </w:tc>
        <w:tc>
          <w:tcPr>
            <w:tcW w:w="2022" w:type="dxa"/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145B2" w:rsidTr="00C40C1D">
        <w:tc>
          <w:tcPr>
            <w:tcW w:w="1980" w:type="dxa"/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电话/手机</w:t>
            </w:r>
          </w:p>
        </w:tc>
        <w:tc>
          <w:tcPr>
            <w:tcW w:w="1980" w:type="dxa"/>
            <w:vAlign w:val="center"/>
          </w:tcPr>
          <w:p w:rsidR="00E145B2" w:rsidRPr="00365033" w:rsidRDefault="00E145B2" w:rsidP="00C40C1D">
            <w:pPr>
              <w:rPr>
                <w:rFonts w:ascii="仿宋_GB2312" w:eastAsia="仿宋_GB2312" w:hint="eastAsia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电子信箱</w:t>
            </w:r>
          </w:p>
        </w:tc>
        <w:tc>
          <w:tcPr>
            <w:tcW w:w="2022" w:type="dxa"/>
            <w:vAlign w:val="center"/>
          </w:tcPr>
          <w:p w:rsidR="00E145B2" w:rsidRPr="00365033" w:rsidRDefault="00E145B2" w:rsidP="00C40C1D">
            <w:pPr>
              <w:rPr>
                <w:rFonts w:ascii="仿宋_GB2312" w:eastAsia="仿宋_GB2312" w:hint="eastAsia"/>
                <w:color w:val="FF0000"/>
                <w:sz w:val="28"/>
                <w:szCs w:val="28"/>
              </w:rPr>
            </w:pPr>
          </w:p>
        </w:tc>
      </w:tr>
      <w:tr w:rsidR="00E145B2" w:rsidTr="00C40C1D">
        <w:tc>
          <w:tcPr>
            <w:tcW w:w="1980" w:type="dxa"/>
            <w:tcBorders>
              <w:bottom w:val="single" w:sz="4" w:space="0" w:color="auto"/>
              <w:right w:val="nil"/>
            </w:tcBorders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    位</w:t>
            </w:r>
          </w:p>
        </w:tc>
        <w:tc>
          <w:tcPr>
            <w:tcW w:w="634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45B2" w:rsidRDefault="00E145B2" w:rsidP="00C40C1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145B2" w:rsidTr="00C40C1D">
        <w:trPr>
          <w:trHeight w:val="8830"/>
        </w:trPr>
        <w:tc>
          <w:tcPr>
            <w:tcW w:w="83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B2" w:rsidRDefault="00E145B2" w:rsidP="00C40C1D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反馈意见：（</w:t>
            </w:r>
            <w:r w:rsidRPr="00365033">
              <w:rPr>
                <w:rFonts w:ascii="仿宋_GB2312" w:eastAsia="仿宋_GB2312" w:hint="eastAsia"/>
                <w:b/>
                <w:color w:val="FF0000"/>
                <w:sz w:val="28"/>
                <w:szCs w:val="28"/>
              </w:rPr>
              <w:t>每条意见均须写明理由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）</w:t>
            </w:r>
          </w:p>
          <w:p w:rsidR="00E145B2" w:rsidRDefault="00E145B2" w:rsidP="00C40C1D">
            <w:pPr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E145B2" w:rsidRDefault="00E145B2" w:rsidP="00E145B2">
      <w:pPr>
        <w:spacing w:beforeLines="50"/>
        <w:ind w:firstLineChars="100" w:firstLine="210"/>
      </w:pPr>
    </w:p>
    <w:p w:rsidR="00015277" w:rsidRPr="00E145B2" w:rsidRDefault="00015277"/>
    <w:sectPr w:rsidR="00015277" w:rsidRPr="00E145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8AE" w:rsidRDefault="002618AE" w:rsidP="00E145B2">
      <w:r>
        <w:separator/>
      </w:r>
    </w:p>
  </w:endnote>
  <w:endnote w:type="continuationSeparator" w:id="0">
    <w:p w:rsidR="002618AE" w:rsidRDefault="002618AE" w:rsidP="00E14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8AE" w:rsidRDefault="002618AE" w:rsidP="00E145B2">
      <w:r>
        <w:separator/>
      </w:r>
    </w:p>
  </w:footnote>
  <w:footnote w:type="continuationSeparator" w:id="0">
    <w:p w:rsidR="002618AE" w:rsidRDefault="002618AE" w:rsidP="00E145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5B2"/>
    <w:rsid w:val="00003397"/>
    <w:rsid w:val="0000558B"/>
    <w:rsid w:val="00006003"/>
    <w:rsid w:val="0000638E"/>
    <w:rsid w:val="00010281"/>
    <w:rsid w:val="00011E2D"/>
    <w:rsid w:val="00015277"/>
    <w:rsid w:val="00026D00"/>
    <w:rsid w:val="0003068A"/>
    <w:rsid w:val="00030A7F"/>
    <w:rsid w:val="000315E8"/>
    <w:rsid w:val="000353CE"/>
    <w:rsid w:val="00036D19"/>
    <w:rsid w:val="00045A57"/>
    <w:rsid w:val="00045AB8"/>
    <w:rsid w:val="00046A35"/>
    <w:rsid w:val="00053738"/>
    <w:rsid w:val="000546CA"/>
    <w:rsid w:val="000560ED"/>
    <w:rsid w:val="0006251A"/>
    <w:rsid w:val="000658A3"/>
    <w:rsid w:val="00075DE0"/>
    <w:rsid w:val="00083C2D"/>
    <w:rsid w:val="00085D5B"/>
    <w:rsid w:val="0008659E"/>
    <w:rsid w:val="0008726F"/>
    <w:rsid w:val="00094103"/>
    <w:rsid w:val="00094E99"/>
    <w:rsid w:val="000A0062"/>
    <w:rsid w:val="000A022F"/>
    <w:rsid w:val="000A03E2"/>
    <w:rsid w:val="000A4AB6"/>
    <w:rsid w:val="000A4F7B"/>
    <w:rsid w:val="000B0E60"/>
    <w:rsid w:val="000B34DF"/>
    <w:rsid w:val="000B3B35"/>
    <w:rsid w:val="000B441C"/>
    <w:rsid w:val="000B7A43"/>
    <w:rsid w:val="000C02D2"/>
    <w:rsid w:val="000C17F0"/>
    <w:rsid w:val="000C7E8F"/>
    <w:rsid w:val="000D2EE6"/>
    <w:rsid w:val="000E4AF2"/>
    <w:rsid w:val="000F172C"/>
    <w:rsid w:val="000F4B65"/>
    <w:rsid w:val="000F4D14"/>
    <w:rsid w:val="000F736E"/>
    <w:rsid w:val="001037B1"/>
    <w:rsid w:val="00105C04"/>
    <w:rsid w:val="001062ED"/>
    <w:rsid w:val="00113B8F"/>
    <w:rsid w:val="001142C7"/>
    <w:rsid w:val="00114DCA"/>
    <w:rsid w:val="00120285"/>
    <w:rsid w:val="00121EC9"/>
    <w:rsid w:val="00121FA3"/>
    <w:rsid w:val="00122A13"/>
    <w:rsid w:val="001231C1"/>
    <w:rsid w:val="001248C7"/>
    <w:rsid w:val="001400FA"/>
    <w:rsid w:val="00141C8B"/>
    <w:rsid w:val="001436F4"/>
    <w:rsid w:val="00143E46"/>
    <w:rsid w:val="001457B6"/>
    <w:rsid w:val="00147CEB"/>
    <w:rsid w:val="0015094A"/>
    <w:rsid w:val="00153D9F"/>
    <w:rsid w:val="001559B5"/>
    <w:rsid w:val="00161D7C"/>
    <w:rsid w:val="001673FB"/>
    <w:rsid w:val="00167D32"/>
    <w:rsid w:val="00171DEE"/>
    <w:rsid w:val="00173900"/>
    <w:rsid w:val="00180EA8"/>
    <w:rsid w:val="001842E5"/>
    <w:rsid w:val="001916AF"/>
    <w:rsid w:val="00197792"/>
    <w:rsid w:val="001A00B6"/>
    <w:rsid w:val="001A322B"/>
    <w:rsid w:val="001A4225"/>
    <w:rsid w:val="001A447F"/>
    <w:rsid w:val="001B2760"/>
    <w:rsid w:val="001B6733"/>
    <w:rsid w:val="001B78F4"/>
    <w:rsid w:val="001C1B8F"/>
    <w:rsid w:val="001C3986"/>
    <w:rsid w:val="001C52BE"/>
    <w:rsid w:val="001C796F"/>
    <w:rsid w:val="001C79DA"/>
    <w:rsid w:val="001D0D0B"/>
    <w:rsid w:val="001D3A5B"/>
    <w:rsid w:val="001D6763"/>
    <w:rsid w:val="001D7F1C"/>
    <w:rsid w:val="001E058E"/>
    <w:rsid w:val="001E12E6"/>
    <w:rsid w:val="001E27A9"/>
    <w:rsid w:val="001E358E"/>
    <w:rsid w:val="001E5CB5"/>
    <w:rsid w:val="001E73A6"/>
    <w:rsid w:val="001F1D42"/>
    <w:rsid w:val="001F1FFE"/>
    <w:rsid w:val="001F44FA"/>
    <w:rsid w:val="00200085"/>
    <w:rsid w:val="002003CC"/>
    <w:rsid w:val="00201BD7"/>
    <w:rsid w:val="00204D5E"/>
    <w:rsid w:val="002061D5"/>
    <w:rsid w:val="00207AE5"/>
    <w:rsid w:val="002104ED"/>
    <w:rsid w:val="002106F0"/>
    <w:rsid w:val="00216A32"/>
    <w:rsid w:val="00220AC9"/>
    <w:rsid w:val="002225B2"/>
    <w:rsid w:val="00223AB0"/>
    <w:rsid w:val="0022486C"/>
    <w:rsid w:val="002258DD"/>
    <w:rsid w:val="002258F4"/>
    <w:rsid w:val="00226262"/>
    <w:rsid w:val="00226542"/>
    <w:rsid w:val="00232FD5"/>
    <w:rsid w:val="00235705"/>
    <w:rsid w:val="00236DE5"/>
    <w:rsid w:val="00243F01"/>
    <w:rsid w:val="002445E1"/>
    <w:rsid w:val="00257DED"/>
    <w:rsid w:val="002609DD"/>
    <w:rsid w:val="002618AE"/>
    <w:rsid w:val="00261ECD"/>
    <w:rsid w:val="00263556"/>
    <w:rsid w:val="002668DE"/>
    <w:rsid w:val="00266CA1"/>
    <w:rsid w:val="002878E8"/>
    <w:rsid w:val="00291716"/>
    <w:rsid w:val="00292E5D"/>
    <w:rsid w:val="00293738"/>
    <w:rsid w:val="002949AD"/>
    <w:rsid w:val="002A3E0C"/>
    <w:rsid w:val="002A58EC"/>
    <w:rsid w:val="002B1CDC"/>
    <w:rsid w:val="002B3DA6"/>
    <w:rsid w:val="002B5156"/>
    <w:rsid w:val="002B6B17"/>
    <w:rsid w:val="002C1606"/>
    <w:rsid w:val="002C29EE"/>
    <w:rsid w:val="002C58DF"/>
    <w:rsid w:val="002C6E40"/>
    <w:rsid w:val="002D0752"/>
    <w:rsid w:val="002D2537"/>
    <w:rsid w:val="002D3236"/>
    <w:rsid w:val="002E036F"/>
    <w:rsid w:val="002E20FB"/>
    <w:rsid w:val="002E3C70"/>
    <w:rsid w:val="002E3D9C"/>
    <w:rsid w:val="002E6700"/>
    <w:rsid w:val="002E7276"/>
    <w:rsid w:val="002F0C0A"/>
    <w:rsid w:val="002F1659"/>
    <w:rsid w:val="002F22E8"/>
    <w:rsid w:val="002F42EA"/>
    <w:rsid w:val="002F5794"/>
    <w:rsid w:val="00300560"/>
    <w:rsid w:val="00304AF8"/>
    <w:rsid w:val="00304FB2"/>
    <w:rsid w:val="003102ED"/>
    <w:rsid w:val="00312D38"/>
    <w:rsid w:val="00313612"/>
    <w:rsid w:val="003149DF"/>
    <w:rsid w:val="0031777B"/>
    <w:rsid w:val="00317C27"/>
    <w:rsid w:val="003306A4"/>
    <w:rsid w:val="00331478"/>
    <w:rsid w:val="00332D33"/>
    <w:rsid w:val="003373D1"/>
    <w:rsid w:val="003413F1"/>
    <w:rsid w:val="00341DC2"/>
    <w:rsid w:val="003435FC"/>
    <w:rsid w:val="00353F41"/>
    <w:rsid w:val="00355D18"/>
    <w:rsid w:val="00356ACB"/>
    <w:rsid w:val="003573C3"/>
    <w:rsid w:val="003606BF"/>
    <w:rsid w:val="00360E49"/>
    <w:rsid w:val="0036203E"/>
    <w:rsid w:val="00364F9E"/>
    <w:rsid w:val="00365CCB"/>
    <w:rsid w:val="00374459"/>
    <w:rsid w:val="00374C72"/>
    <w:rsid w:val="00377B63"/>
    <w:rsid w:val="003806FF"/>
    <w:rsid w:val="00385753"/>
    <w:rsid w:val="00386901"/>
    <w:rsid w:val="003869B0"/>
    <w:rsid w:val="00386B54"/>
    <w:rsid w:val="003876B4"/>
    <w:rsid w:val="00387F46"/>
    <w:rsid w:val="00393D1F"/>
    <w:rsid w:val="003945B2"/>
    <w:rsid w:val="003964A7"/>
    <w:rsid w:val="003A0963"/>
    <w:rsid w:val="003A1991"/>
    <w:rsid w:val="003A1B31"/>
    <w:rsid w:val="003A3D7A"/>
    <w:rsid w:val="003A578F"/>
    <w:rsid w:val="003A740B"/>
    <w:rsid w:val="003B0E72"/>
    <w:rsid w:val="003B1C17"/>
    <w:rsid w:val="003B36A6"/>
    <w:rsid w:val="003B58DD"/>
    <w:rsid w:val="003B5A28"/>
    <w:rsid w:val="003B6695"/>
    <w:rsid w:val="003C09ED"/>
    <w:rsid w:val="003C300A"/>
    <w:rsid w:val="003C3137"/>
    <w:rsid w:val="003C4961"/>
    <w:rsid w:val="003C7B72"/>
    <w:rsid w:val="003D26CF"/>
    <w:rsid w:val="003E7AE0"/>
    <w:rsid w:val="003F3C88"/>
    <w:rsid w:val="003F529D"/>
    <w:rsid w:val="003F5808"/>
    <w:rsid w:val="004031A5"/>
    <w:rsid w:val="004054D4"/>
    <w:rsid w:val="004075C3"/>
    <w:rsid w:val="0040786F"/>
    <w:rsid w:val="00410545"/>
    <w:rsid w:val="004142D6"/>
    <w:rsid w:val="00420CD6"/>
    <w:rsid w:val="00420FE0"/>
    <w:rsid w:val="004227B4"/>
    <w:rsid w:val="004233D9"/>
    <w:rsid w:val="00426FE7"/>
    <w:rsid w:val="00430487"/>
    <w:rsid w:val="004314E0"/>
    <w:rsid w:val="00436945"/>
    <w:rsid w:val="00440024"/>
    <w:rsid w:val="00442720"/>
    <w:rsid w:val="004440FE"/>
    <w:rsid w:val="00453507"/>
    <w:rsid w:val="00457524"/>
    <w:rsid w:val="0046247A"/>
    <w:rsid w:val="00463F04"/>
    <w:rsid w:val="00465B67"/>
    <w:rsid w:val="00466134"/>
    <w:rsid w:val="00467646"/>
    <w:rsid w:val="00472FE8"/>
    <w:rsid w:val="0047580C"/>
    <w:rsid w:val="004761CE"/>
    <w:rsid w:val="00476BF0"/>
    <w:rsid w:val="004770AC"/>
    <w:rsid w:val="00480379"/>
    <w:rsid w:val="004840D0"/>
    <w:rsid w:val="0048464C"/>
    <w:rsid w:val="004851CF"/>
    <w:rsid w:val="00494C80"/>
    <w:rsid w:val="00495BDD"/>
    <w:rsid w:val="004A0C44"/>
    <w:rsid w:val="004A2E44"/>
    <w:rsid w:val="004A500E"/>
    <w:rsid w:val="004A57F0"/>
    <w:rsid w:val="004A617C"/>
    <w:rsid w:val="004B2DD7"/>
    <w:rsid w:val="004B3B2B"/>
    <w:rsid w:val="004B6CC3"/>
    <w:rsid w:val="004B769F"/>
    <w:rsid w:val="004C0E35"/>
    <w:rsid w:val="004C2A4B"/>
    <w:rsid w:val="004C6009"/>
    <w:rsid w:val="004C71A6"/>
    <w:rsid w:val="004D0E5D"/>
    <w:rsid w:val="004D259F"/>
    <w:rsid w:val="004D53C2"/>
    <w:rsid w:val="004D7460"/>
    <w:rsid w:val="004E0551"/>
    <w:rsid w:val="004E0A28"/>
    <w:rsid w:val="004E1835"/>
    <w:rsid w:val="004E2215"/>
    <w:rsid w:val="004E465E"/>
    <w:rsid w:val="004E62DB"/>
    <w:rsid w:val="004F44A2"/>
    <w:rsid w:val="004F4D0E"/>
    <w:rsid w:val="004F5CDA"/>
    <w:rsid w:val="004F7A2A"/>
    <w:rsid w:val="005008C2"/>
    <w:rsid w:val="00501153"/>
    <w:rsid w:val="00504743"/>
    <w:rsid w:val="00505338"/>
    <w:rsid w:val="00505DFF"/>
    <w:rsid w:val="00506284"/>
    <w:rsid w:val="00514F03"/>
    <w:rsid w:val="00517522"/>
    <w:rsid w:val="00520803"/>
    <w:rsid w:val="005214AC"/>
    <w:rsid w:val="00522DC6"/>
    <w:rsid w:val="00524B75"/>
    <w:rsid w:val="0053404A"/>
    <w:rsid w:val="00535F6D"/>
    <w:rsid w:val="00537861"/>
    <w:rsid w:val="00540F4D"/>
    <w:rsid w:val="00545A2C"/>
    <w:rsid w:val="005467DB"/>
    <w:rsid w:val="0054728E"/>
    <w:rsid w:val="00547CA5"/>
    <w:rsid w:val="00547E1A"/>
    <w:rsid w:val="005543DF"/>
    <w:rsid w:val="0055776A"/>
    <w:rsid w:val="00560E69"/>
    <w:rsid w:val="005654FB"/>
    <w:rsid w:val="0056584F"/>
    <w:rsid w:val="00570747"/>
    <w:rsid w:val="0057186F"/>
    <w:rsid w:val="0057352B"/>
    <w:rsid w:val="00574299"/>
    <w:rsid w:val="00574FA7"/>
    <w:rsid w:val="0057705B"/>
    <w:rsid w:val="00584440"/>
    <w:rsid w:val="005852B3"/>
    <w:rsid w:val="00587C8C"/>
    <w:rsid w:val="00593623"/>
    <w:rsid w:val="00594BE5"/>
    <w:rsid w:val="005A2A6B"/>
    <w:rsid w:val="005B0E55"/>
    <w:rsid w:val="005B16AD"/>
    <w:rsid w:val="005B52C0"/>
    <w:rsid w:val="005C308D"/>
    <w:rsid w:val="005C346E"/>
    <w:rsid w:val="005C432E"/>
    <w:rsid w:val="005C4609"/>
    <w:rsid w:val="005C625C"/>
    <w:rsid w:val="005D11AB"/>
    <w:rsid w:val="005D1FCF"/>
    <w:rsid w:val="005D3ABB"/>
    <w:rsid w:val="005D55D8"/>
    <w:rsid w:val="005D58E7"/>
    <w:rsid w:val="005D6F5D"/>
    <w:rsid w:val="005E016F"/>
    <w:rsid w:val="005F0D7C"/>
    <w:rsid w:val="005F0EEF"/>
    <w:rsid w:val="005F2807"/>
    <w:rsid w:val="005F319C"/>
    <w:rsid w:val="005F56DB"/>
    <w:rsid w:val="005F66FF"/>
    <w:rsid w:val="00600B9B"/>
    <w:rsid w:val="0060348D"/>
    <w:rsid w:val="00603F86"/>
    <w:rsid w:val="006056A2"/>
    <w:rsid w:val="00606552"/>
    <w:rsid w:val="00607CD3"/>
    <w:rsid w:val="00612D97"/>
    <w:rsid w:val="00615DDE"/>
    <w:rsid w:val="006243B8"/>
    <w:rsid w:val="00625BE7"/>
    <w:rsid w:val="00626D2D"/>
    <w:rsid w:val="006274EB"/>
    <w:rsid w:val="00627DA9"/>
    <w:rsid w:val="006310B0"/>
    <w:rsid w:val="0063162A"/>
    <w:rsid w:val="00635153"/>
    <w:rsid w:val="0064217C"/>
    <w:rsid w:val="00647BBB"/>
    <w:rsid w:val="00651B2B"/>
    <w:rsid w:val="006527EF"/>
    <w:rsid w:val="006570DC"/>
    <w:rsid w:val="006628BE"/>
    <w:rsid w:val="00662B02"/>
    <w:rsid w:val="00662E2E"/>
    <w:rsid w:val="0066345F"/>
    <w:rsid w:val="00666E90"/>
    <w:rsid w:val="006713C5"/>
    <w:rsid w:val="00672AA0"/>
    <w:rsid w:val="00676097"/>
    <w:rsid w:val="00683F9A"/>
    <w:rsid w:val="00686B81"/>
    <w:rsid w:val="006913E8"/>
    <w:rsid w:val="006918EA"/>
    <w:rsid w:val="00691981"/>
    <w:rsid w:val="00696526"/>
    <w:rsid w:val="006A4F7E"/>
    <w:rsid w:val="006A7FC5"/>
    <w:rsid w:val="006B1299"/>
    <w:rsid w:val="006B194A"/>
    <w:rsid w:val="006B382F"/>
    <w:rsid w:val="006C1B61"/>
    <w:rsid w:val="006C5FA6"/>
    <w:rsid w:val="006C6848"/>
    <w:rsid w:val="006D6B2B"/>
    <w:rsid w:val="006D6E4C"/>
    <w:rsid w:val="006E03E7"/>
    <w:rsid w:val="006E48F8"/>
    <w:rsid w:val="006F1A6A"/>
    <w:rsid w:val="006F1F98"/>
    <w:rsid w:val="006F43CC"/>
    <w:rsid w:val="006F458B"/>
    <w:rsid w:val="006F5EF8"/>
    <w:rsid w:val="006F606C"/>
    <w:rsid w:val="006F6830"/>
    <w:rsid w:val="006F7519"/>
    <w:rsid w:val="006F7E19"/>
    <w:rsid w:val="00702A40"/>
    <w:rsid w:val="007074E4"/>
    <w:rsid w:val="00711B3E"/>
    <w:rsid w:val="007127CE"/>
    <w:rsid w:val="00715029"/>
    <w:rsid w:val="00722742"/>
    <w:rsid w:val="00725B5B"/>
    <w:rsid w:val="007303F9"/>
    <w:rsid w:val="007312BE"/>
    <w:rsid w:val="007332E5"/>
    <w:rsid w:val="0073405D"/>
    <w:rsid w:val="00734605"/>
    <w:rsid w:val="00734AD5"/>
    <w:rsid w:val="0073564F"/>
    <w:rsid w:val="0074102A"/>
    <w:rsid w:val="007434C8"/>
    <w:rsid w:val="00744CC8"/>
    <w:rsid w:val="00744F08"/>
    <w:rsid w:val="0074541C"/>
    <w:rsid w:val="00747302"/>
    <w:rsid w:val="00750C4D"/>
    <w:rsid w:val="007543A8"/>
    <w:rsid w:val="007551B3"/>
    <w:rsid w:val="00755CBD"/>
    <w:rsid w:val="00757F65"/>
    <w:rsid w:val="007659DC"/>
    <w:rsid w:val="007660DB"/>
    <w:rsid w:val="00770CCE"/>
    <w:rsid w:val="00771A1A"/>
    <w:rsid w:val="00774351"/>
    <w:rsid w:val="0077456F"/>
    <w:rsid w:val="00774CB5"/>
    <w:rsid w:val="007762E8"/>
    <w:rsid w:val="007775EC"/>
    <w:rsid w:val="007818A1"/>
    <w:rsid w:val="00781E07"/>
    <w:rsid w:val="007824C6"/>
    <w:rsid w:val="00794CE7"/>
    <w:rsid w:val="007962AD"/>
    <w:rsid w:val="007A1312"/>
    <w:rsid w:val="007A2DFD"/>
    <w:rsid w:val="007A6EC8"/>
    <w:rsid w:val="007B7F09"/>
    <w:rsid w:val="007C6B3C"/>
    <w:rsid w:val="007C73BC"/>
    <w:rsid w:val="007D1A91"/>
    <w:rsid w:val="007D3AF2"/>
    <w:rsid w:val="007D3D8A"/>
    <w:rsid w:val="007E5176"/>
    <w:rsid w:val="007E61F7"/>
    <w:rsid w:val="007F0FF3"/>
    <w:rsid w:val="007F2076"/>
    <w:rsid w:val="007F2BDC"/>
    <w:rsid w:val="007F3265"/>
    <w:rsid w:val="007F6103"/>
    <w:rsid w:val="008002DD"/>
    <w:rsid w:val="00801CDD"/>
    <w:rsid w:val="0080389B"/>
    <w:rsid w:val="0080671F"/>
    <w:rsid w:val="0080677B"/>
    <w:rsid w:val="0081104B"/>
    <w:rsid w:val="0082073B"/>
    <w:rsid w:val="008236AC"/>
    <w:rsid w:val="00823741"/>
    <w:rsid w:val="0082537D"/>
    <w:rsid w:val="00825B8B"/>
    <w:rsid w:val="00826105"/>
    <w:rsid w:val="008268F9"/>
    <w:rsid w:val="0082745C"/>
    <w:rsid w:val="00830596"/>
    <w:rsid w:val="008307D8"/>
    <w:rsid w:val="0083119C"/>
    <w:rsid w:val="0083416D"/>
    <w:rsid w:val="00836183"/>
    <w:rsid w:val="00841983"/>
    <w:rsid w:val="00841B07"/>
    <w:rsid w:val="00851B98"/>
    <w:rsid w:val="00860D6D"/>
    <w:rsid w:val="00863791"/>
    <w:rsid w:val="00867506"/>
    <w:rsid w:val="008709EF"/>
    <w:rsid w:val="00871752"/>
    <w:rsid w:val="00873544"/>
    <w:rsid w:val="00873DA2"/>
    <w:rsid w:val="00876564"/>
    <w:rsid w:val="008813DC"/>
    <w:rsid w:val="00885230"/>
    <w:rsid w:val="00885F3A"/>
    <w:rsid w:val="00887B3B"/>
    <w:rsid w:val="008914D4"/>
    <w:rsid w:val="0089194A"/>
    <w:rsid w:val="00896B74"/>
    <w:rsid w:val="008A3221"/>
    <w:rsid w:val="008A6E9C"/>
    <w:rsid w:val="008A771D"/>
    <w:rsid w:val="008A7A12"/>
    <w:rsid w:val="008A7A99"/>
    <w:rsid w:val="008B1F7B"/>
    <w:rsid w:val="008B589E"/>
    <w:rsid w:val="008B7EBD"/>
    <w:rsid w:val="008C1954"/>
    <w:rsid w:val="008C43C9"/>
    <w:rsid w:val="008C4E85"/>
    <w:rsid w:val="008C625F"/>
    <w:rsid w:val="008C63D8"/>
    <w:rsid w:val="008C748E"/>
    <w:rsid w:val="008C762A"/>
    <w:rsid w:val="008D1F62"/>
    <w:rsid w:val="008D2657"/>
    <w:rsid w:val="008D3E60"/>
    <w:rsid w:val="008D52B5"/>
    <w:rsid w:val="008D55CA"/>
    <w:rsid w:val="008E0906"/>
    <w:rsid w:val="008E3128"/>
    <w:rsid w:val="008F07D1"/>
    <w:rsid w:val="009003E6"/>
    <w:rsid w:val="00901424"/>
    <w:rsid w:val="00904FEA"/>
    <w:rsid w:val="00907BE6"/>
    <w:rsid w:val="0091059F"/>
    <w:rsid w:val="00913110"/>
    <w:rsid w:val="00914690"/>
    <w:rsid w:val="00914DD8"/>
    <w:rsid w:val="0091541C"/>
    <w:rsid w:val="00916727"/>
    <w:rsid w:val="0091743A"/>
    <w:rsid w:val="00917599"/>
    <w:rsid w:val="00917847"/>
    <w:rsid w:val="00925D01"/>
    <w:rsid w:val="009261D6"/>
    <w:rsid w:val="00927329"/>
    <w:rsid w:val="00930894"/>
    <w:rsid w:val="009309ED"/>
    <w:rsid w:val="00935049"/>
    <w:rsid w:val="00935EA5"/>
    <w:rsid w:val="0093668C"/>
    <w:rsid w:val="00940510"/>
    <w:rsid w:val="00941262"/>
    <w:rsid w:val="00944370"/>
    <w:rsid w:val="00944632"/>
    <w:rsid w:val="009450C2"/>
    <w:rsid w:val="00950748"/>
    <w:rsid w:val="009509E5"/>
    <w:rsid w:val="00950B2E"/>
    <w:rsid w:val="0095761C"/>
    <w:rsid w:val="0096357A"/>
    <w:rsid w:val="00972607"/>
    <w:rsid w:val="009737EA"/>
    <w:rsid w:val="009815DC"/>
    <w:rsid w:val="0098358C"/>
    <w:rsid w:val="00985209"/>
    <w:rsid w:val="00985852"/>
    <w:rsid w:val="0098648F"/>
    <w:rsid w:val="00994456"/>
    <w:rsid w:val="00995C05"/>
    <w:rsid w:val="00997B1E"/>
    <w:rsid w:val="00997E3F"/>
    <w:rsid w:val="009A45B6"/>
    <w:rsid w:val="009A4DEF"/>
    <w:rsid w:val="009A6BC1"/>
    <w:rsid w:val="009B06B9"/>
    <w:rsid w:val="009B2ED5"/>
    <w:rsid w:val="009B55B4"/>
    <w:rsid w:val="009B62AB"/>
    <w:rsid w:val="009C2C94"/>
    <w:rsid w:val="009C49C4"/>
    <w:rsid w:val="009D2F7D"/>
    <w:rsid w:val="009D3117"/>
    <w:rsid w:val="009D4C83"/>
    <w:rsid w:val="009D71FF"/>
    <w:rsid w:val="009E124B"/>
    <w:rsid w:val="009E1EB3"/>
    <w:rsid w:val="009E61AF"/>
    <w:rsid w:val="009F018D"/>
    <w:rsid w:val="009F3715"/>
    <w:rsid w:val="009F4B5D"/>
    <w:rsid w:val="009F7E4B"/>
    <w:rsid w:val="00A01C89"/>
    <w:rsid w:val="00A071A8"/>
    <w:rsid w:val="00A12B23"/>
    <w:rsid w:val="00A1696B"/>
    <w:rsid w:val="00A170A2"/>
    <w:rsid w:val="00A20E15"/>
    <w:rsid w:val="00A24134"/>
    <w:rsid w:val="00A2428F"/>
    <w:rsid w:val="00A24392"/>
    <w:rsid w:val="00A273FF"/>
    <w:rsid w:val="00A35E93"/>
    <w:rsid w:val="00A36804"/>
    <w:rsid w:val="00A4210D"/>
    <w:rsid w:val="00A42721"/>
    <w:rsid w:val="00A44D1E"/>
    <w:rsid w:val="00A52010"/>
    <w:rsid w:val="00A5404D"/>
    <w:rsid w:val="00A569ED"/>
    <w:rsid w:val="00A60EAF"/>
    <w:rsid w:val="00A639A2"/>
    <w:rsid w:val="00A64210"/>
    <w:rsid w:val="00A665DD"/>
    <w:rsid w:val="00A66AC4"/>
    <w:rsid w:val="00A71F7A"/>
    <w:rsid w:val="00A75855"/>
    <w:rsid w:val="00A75CCA"/>
    <w:rsid w:val="00A82676"/>
    <w:rsid w:val="00A82A31"/>
    <w:rsid w:val="00A83856"/>
    <w:rsid w:val="00A86473"/>
    <w:rsid w:val="00A9338E"/>
    <w:rsid w:val="00A948CE"/>
    <w:rsid w:val="00A948DE"/>
    <w:rsid w:val="00A951EA"/>
    <w:rsid w:val="00A9620B"/>
    <w:rsid w:val="00AA3047"/>
    <w:rsid w:val="00AA5AED"/>
    <w:rsid w:val="00AA668A"/>
    <w:rsid w:val="00AB07E3"/>
    <w:rsid w:val="00AB0946"/>
    <w:rsid w:val="00AB3E0C"/>
    <w:rsid w:val="00AB4726"/>
    <w:rsid w:val="00AC1F5F"/>
    <w:rsid w:val="00AC20E7"/>
    <w:rsid w:val="00AC2242"/>
    <w:rsid w:val="00AD2309"/>
    <w:rsid w:val="00AE0643"/>
    <w:rsid w:val="00AE30D2"/>
    <w:rsid w:val="00AE45C1"/>
    <w:rsid w:val="00AE4740"/>
    <w:rsid w:val="00AE54AF"/>
    <w:rsid w:val="00AE6900"/>
    <w:rsid w:val="00AF1923"/>
    <w:rsid w:val="00AF2C86"/>
    <w:rsid w:val="00AF4B1A"/>
    <w:rsid w:val="00AF4C2F"/>
    <w:rsid w:val="00AF5907"/>
    <w:rsid w:val="00B014B8"/>
    <w:rsid w:val="00B037CD"/>
    <w:rsid w:val="00B05036"/>
    <w:rsid w:val="00B05BFA"/>
    <w:rsid w:val="00B077AA"/>
    <w:rsid w:val="00B12B2D"/>
    <w:rsid w:val="00B1733E"/>
    <w:rsid w:val="00B2140E"/>
    <w:rsid w:val="00B22471"/>
    <w:rsid w:val="00B23D25"/>
    <w:rsid w:val="00B24B83"/>
    <w:rsid w:val="00B24BD5"/>
    <w:rsid w:val="00B31B45"/>
    <w:rsid w:val="00B34637"/>
    <w:rsid w:val="00B35355"/>
    <w:rsid w:val="00B3561F"/>
    <w:rsid w:val="00B358F4"/>
    <w:rsid w:val="00B36F25"/>
    <w:rsid w:val="00B37E70"/>
    <w:rsid w:val="00B4060C"/>
    <w:rsid w:val="00B51900"/>
    <w:rsid w:val="00B53569"/>
    <w:rsid w:val="00B573C3"/>
    <w:rsid w:val="00B5763F"/>
    <w:rsid w:val="00B6063B"/>
    <w:rsid w:val="00B64B5A"/>
    <w:rsid w:val="00B663CF"/>
    <w:rsid w:val="00B719F7"/>
    <w:rsid w:val="00B72F5C"/>
    <w:rsid w:val="00B7389B"/>
    <w:rsid w:val="00B74AA2"/>
    <w:rsid w:val="00B752AD"/>
    <w:rsid w:val="00B76C75"/>
    <w:rsid w:val="00B82AED"/>
    <w:rsid w:val="00B85358"/>
    <w:rsid w:val="00B91701"/>
    <w:rsid w:val="00B91CE4"/>
    <w:rsid w:val="00BA2496"/>
    <w:rsid w:val="00BA5D1B"/>
    <w:rsid w:val="00BA62F5"/>
    <w:rsid w:val="00BA7D56"/>
    <w:rsid w:val="00BB1C3D"/>
    <w:rsid w:val="00BB26FC"/>
    <w:rsid w:val="00BB2F20"/>
    <w:rsid w:val="00BB5E19"/>
    <w:rsid w:val="00BB7359"/>
    <w:rsid w:val="00BC0D03"/>
    <w:rsid w:val="00BC0FBE"/>
    <w:rsid w:val="00BC14A2"/>
    <w:rsid w:val="00BC3069"/>
    <w:rsid w:val="00BC47A3"/>
    <w:rsid w:val="00BC47BF"/>
    <w:rsid w:val="00BC5102"/>
    <w:rsid w:val="00BC6B61"/>
    <w:rsid w:val="00BC6D9C"/>
    <w:rsid w:val="00BD0DF1"/>
    <w:rsid w:val="00BD41CA"/>
    <w:rsid w:val="00BD5B16"/>
    <w:rsid w:val="00BD6CAF"/>
    <w:rsid w:val="00BE0413"/>
    <w:rsid w:val="00BE0C99"/>
    <w:rsid w:val="00BE17BB"/>
    <w:rsid w:val="00BE7C69"/>
    <w:rsid w:val="00BE7D96"/>
    <w:rsid w:val="00BF3E0B"/>
    <w:rsid w:val="00BF4337"/>
    <w:rsid w:val="00BF525C"/>
    <w:rsid w:val="00BF5645"/>
    <w:rsid w:val="00BF634A"/>
    <w:rsid w:val="00C0435D"/>
    <w:rsid w:val="00C05CE8"/>
    <w:rsid w:val="00C07B8F"/>
    <w:rsid w:val="00C1233D"/>
    <w:rsid w:val="00C1324A"/>
    <w:rsid w:val="00C132BD"/>
    <w:rsid w:val="00C164F8"/>
    <w:rsid w:val="00C24288"/>
    <w:rsid w:val="00C2433D"/>
    <w:rsid w:val="00C26F24"/>
    <w:rsid w:val="00C27DAD"/>
    <w:rsid w:val="00C33BB0"/>
    <w:rsid w:val="00C33F1C"/>
    <w:rsid w:val="00C435D5"/>
    <w:rsid w:val="00C4496E"/>
    <w:rsid w:val="00C4500D"/>
    <w:rsid w:val="00C4502F"/>
    <w:rsid w:val="00C46564"/>
    <w:rsid w:val="00C46A25"/>
    <w:rsid w:val="00C5143A"/>
    <w:rsid w:val="00C52739"/>
    <w:rsid w:val="00C528DC"/>
    <w:rsid w:val="00C5474D"/>
    <w:rsid w:val="00C561BC"/>
    <w:rsid w:val="00C60FBC"/>
    <w:rsid w:val="00C613A9"/>
    <w:rsid w:val="00C627FE"/>
    <w:rsid w:val="00C628D3"/>
    <w:rsid w:val="00C62926"/>
    <w:rsid w:val="00C67F7E"/>
    <w:rsid w:val="00C70EEA"/>
    <w:rsid w:val="00C71370"/>
    <w:rsid w:val="00C71A7E"/>
    <w:rsid w:val="00C734D8"/>
    <w:rsid w:val="00C74CD9"/>
    <w:rsid w:val="00C75324"/>
    <w:rsid w:val="00C76DA9"/>
    <w:rsid w:val="00C80FEB"/>
    <w:rsid w:val="00C81DF5"/>
    <w:rsid w:val="00C86914"/>
    <w:rsid w:val="00C86D57"/>
    <w:rsid w:val="00C906EB"/>
    <w:rsid w:val="00C942A9"/>
    <w:rsid w:val="00C94462"/>
    <w:rsid w:val="00C94C62"/>
    <w:rsid w:val="00C951A5"/>
    <w:rsid w:val="00C952B4"/>
    <w:rsid w:val="00C9702F"/>
    <w:rsid w:val="00CA457D"/>
    <w:rsid w:val="00CA7AE0"/>
    <w:rsid w:val="00CB340F"/>
    <w:rsid w:val="00CB5CB7"/>
    <w:rsid w:val="00CB6094"/>
    <w:rsid w:val="00CC446C"/>
    <w:rsid w:val="00CC52F0"/>
    <w:rsid w:val="00CC5408"/>
    <w:rsid w:val="00CC7B51"/>
    <w:rsid w:val="00CD0C35"/>
    <w:rsid w:val="00CD1A17"/>
    <w:rsid w:val="00CD3E19"/>
    <w:rsid w:val="00CD4EBB"/>
    <w:rsid w:val="00CD64A7"/>
    <w:rsid w:val="00CE0079"/>
    <w:rsid w:val="00CE0DE8"/>
    <w:rsid w:val="00CE12E7"/>
    <w:rsid w:val="00CE1BEC"/>
    <w:rsid w:val="00CE3757"/>
    <w:rsid w:val="00CE3C37"/>
    <w:rsid w:val="00CF071E"/>
    <w:rsid w:val="00CF0F7B"/>
    <w:rsid w:val="00CF7A81"/>
    <w:rsid w:val="00D00B5F"/>
    <w:rsid w:val="00D03EA3"/>
    <w:rsid w:val="00D041B5"/>
    <w:rsid w:val="00D05D0E"/>
    <w:rsid w:val="00D05ED7"/>
    <w:rsid w:val="00D07BC6"/>
    <w:rsid w:val="00D11EDF"/>
    <w:rsid w:val="00D15EB4"/>
    <w:rsid w:val="00D16B23"/>
    <w:rsid w:val="00D2396D"/>
    <w:rsid w:val="00D27809"/>
    <w:rsid w:val="00D326D1"/>
    <w:rsid w:val="00D3335D"/>
    <w:rsid w:val="00D41273"/>
    <w:rsid w:val="00D41907"/>
    <w:rsid w:val="00D41C5C"/>
    <w:rsid w:val="00D42D48"/>
    <w:rsid w:val="00D43DE9"/>
    <w:rsid w:val="00D43F37"/>
    <w:rsid w:val="00D4400D"/>
    <w:rsid w:val="00D444AC"/>
    <w:rsid w:val="00D45A94"/>
    <w:rsid w:val="00D47909"/>
    <w:rsid w:val="00D51F54"/>
    <w:rsid w:val="00D55F2A"/>
    <w:rsid w:val="00D56444"/>
    <w:rsid w:val="00D56CCE"/>
    <w:rsid w:val="00D66DC9"/>
    <w:rsid w:val="00D74951"/>
    <w:rsid w:val="00D8160C"/>
    <w:rsid w:val="00D81B4F"/>
    <w:rsid w:val="00D81D70"/>
    <w:rsid w:val="00D8454F"/>
    <w:rsid w:val="00D84914"/>
    <w:rsid w:val="00D879D5"/>
    <w:rsid w:val="00D90556"/>
    <w:rsid w:val="00D92B86"/>
    <w:rsid w:val="00D94855"/>
    <w:rsid w:val="00DA0D6C"/>
    <w:rsid w:val="00DA2D20"/>
    <w:rsid w:val="00DB1A08"/>
    <w:rsid w:val="00DB2E7E"/>
    <w:rsid w:val="00DB326C"/>
    <w:rsid w:val="00DB33B5"/>
    <w:rsid w:val="00DB35E3"/>
    <w:rsid w:val="00DB37CC"/>
    <w:rsid w:val="00DB5FEE"/>
    <w:rsid w:val="00DC2522"/>
    <w:rsid w:val="00DC4CCD"/>
    <w:rsid w:val="00DD72CC"/>
    <w:rsid w:val="00DD738A"/>
    <w:rsid w:val="00DE16A9"/>
    <w:rsid w:val="00DE2372"/>
    <w:rsid w:val="00DE502C"/>
    <w:rsid w:val="00DE631D"/>
    <w:rsid w:val="00DE6D38"/>
    <w:rsid w:val="00DF0CE8"/>
    <w:rsid w:val="00DF14F8"/>
    <w:rsid w:val="00DF1605"/>
    <w:rsid w:val="00DF5E52"/>
    <w:rsid w:val="00DF74CE"/>
    <w:rsid w:val="00E006D3"/>
    <w:rsid w:val="00E01FC0"/>
    <w:rsid w:val="00E03B4F"/>
    <w:rsid w:val="00E03E50"/>
    <w:rsid w:val="00E044C5"/>
    <w:rsid w:val="00E04FAF"/>
    <w:rsid w:val="00E058B4"/>
    <w:rsid w:val="00E10726"/>
    <w:rsid w:val="00E1193A"/>
    <w:rsid w:val="00E137F0"/>
    <w:rsid w:val="00E145B2"/>
    <w:rsid w:val="00E25170"/>
    <w:rsid w:val="00E333BA"/>
    <w:rsid w:val="00E34402"/>
    <w:rsid w:val="00E346CE"/>
    <w:rsid w:val="00E347AA"/>
    <w:rsid w:val="00E4006E"/>
    <w:rsid w:val="00E444EE"/>
    <w:rsid w:val="00E4662F"/>
    <w:rsid w:val="00E53114"/>
    <w:rsid w:val="00E54B7B"/>
    <w:rsid w:val="00E5619C"/>
    <w:rsid w:val="00E612BE"/>
    <w:rsid w:val="00E62700"/>
    <w:rsid w:val="00E63408"/>
    <w:rsid w:val="00E6360F"/>
    <w:rsid w:val="00E6409C"/>
    <w:rsid w:val="00E66FB6"/>
    <w:rsid w:val="00E71D07"/>
    <w:rsid w:val="00E73F9B"/>
    <w:rsid w:val="00E7522A"/>
    <w:rsid w:val="00E7672A"/>
    <w:rsid w:val="00E804BC"/>
    <w:rsid w:val="00E80B78"/>
    <w:rsid w:val="00E82070"/>
    <w:rsid w:val="00E82EE3"/>
    <w:rsid w:val="00E831C9"/>
    <w:rsid w:val="00E8606D"/>
    <w:rsid w:val="00E9080A"/>
    <w:rsid w:val="00E91CBC"/>
    <w:rsid w:val="00E92174"/>
    <w:rsid w:val="00E93A81"/>
    <w:rsid w:val="00EA13CB"/>
    <w:rsid w:val="00EA33CE"/>
    <w:rsid w:val="00EA41CB"/>
    <w:rsid w:val="00EA486D"/>
    <w:rsid w:val="00EB4A43"/>
    <w:rsid w:val="00EB51A0"/>
    <w:rsid w:val="00EB55AD"/>
    <w:rsid w:val="00EB69FF"/>
    <w:rsid w:val="00EC0417"/>
    <w:rsid w:val="00EC33EA"/>
    <w:rsid w:val="00EC35DB"/>
    <w:rsid w:val="00EC3960"/>
    <w:rsid w:val="00EC44ED"/>
    <w:rsid w:val="00EC65EC"/>
    <w:rsid w:val="00EE2CF9"/>
    <w:rsid w:val="00EE51B8"/>
    <w:rsid w:val="00EE6453"/>
    <w:rsid w:val="00EE6A9A"/>
    <w:rsid w:val="00EF012F"/>
    <w:rsid w:val="00EF433D"/>
    <w:rsid w:val="00EF57B8"/>
    <w:rsid w:val="00EF6960"/>
    <w:rsid w:val="00F110DF"/>
    <w:rsid w:val="00F124DE"/>
    <w:rsid w:val="00F152AE"/>
    <w:rsid w:val="00F15976"/>
    <w:rsid w:val="00F20C86"/>
    <w:rsid w:val="00F21707"/>
    <w:rsid w:val="00F21D85"/>
    <w:rsid w:val="00F228F0"/>
    <w:rsid w:val="00F44485"/>
    <w:rsid w:val="00F452DB"/>
    <w:rsid w:val="00F45DC9"/>
    <w:rsid w:val="00F464D1"/>
    <w:rsid w:val="00F464E6"/>
    <w:rsid w:val="00F51640"/>
    <w:rsid w:val="00F51758"/>
    <w:rsid w:val="00F522C3"/>
    <w:rsid w:val="00F526CB"/>
    <w:rsid w:val="00F60FBE"/>
    <w:rsid w:val="00F610E5"/>
    <w:rsid w:val="00F70D2B"/>
    <w:rsid w:val="00F729CA"/>
    <w:rsid w:val="00F73C71"/>
    <w:rsid w:val="00F7466B"/>
    <w:rsid w:val="00F75187"/>
    <w:rsid w:val="00F77A00"/>
    <w:rsid w:val="00F824B2"/>
    <w:rsid w:val="00F82515"/>
    <w:rsid w:val="00F84E95"/>
    <w:rsid w:val="00F9439C"/>
    <w:rsid w:val="00FA54E1"/>
    <w:rsid w:val="00FA734B"/>
    <w:rsid w:val="00FA77B2"/>
    <w:rsid w:val="00FB01D9"/>
    <w:rsid w:val="00FB41D8"/>
    <w:rsid w:val="00FB4A1B"/>
    <w:rsid w:val="00FB5416"/>
    <w:rsid w:val="00FB6B0C"/>
    <w:rsid w:val="00FC3E62"/>
    <w:rsid w:val="00FC4A06"/>
    <w:rsid w:val="00FC6D61"/>
    <w:rsid w:val="00FC7AE8"/>
    <w:rsid w:val="00FD0706"/>
    <w:rsid w:val="00FD30A3"/>
    <w:rsid w:val="00FD3A3D"/>
    <w:rsid w:val="00FD536B"/>
    <w:rsid w:val="00FE1299"/>
    <w:rsid w:val="00FE193C"/>
    <w:rsid w:val="00FE30FB"/>
    <w:rsid w:val="00FE454C"/>
    <w:rsid w:val="00FE4FB7"/>
    <w:rsid w:val="00FE5EF6"/>
    <w:rsid w:val="00FE78C1"/>
    <w:rsid w:val="00FE7B03"/>
    <w:rsid w:val="00FF0080"/>
    <w:rsid w:val="00FF0449"/>
    <w:rsid w:val="00FF3115"/>
    <w:rsid w:val="00FF6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4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45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45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45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金海</dc:creator>
  <cp:keywords/>
  <dc:description/>
  <cp:lastModifiedBy>金海</cp:lastModifiedBy>
  <cp:revision>2</cp:revision>
  <dcterms:created xsi:type="dcterms:W3CDTF">2019-11-11T06:44:00Z</dcterms:created>
  <dcterms:modified xsi:type="dcterms:W3CDTF">2019-11-11T06:44:00Z</dcterms:modified>
</cp:coreProperties>
</file>